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820486" w:rsidRDefault="00AA1495" w:rsidP="00AA1495"/>
    <w:p w14:paraId="115BAA19" w14:textId="77777777" w:rsidR="00831E14" w:rsidRPr="00820486" w:rsidRDefault="00831E14" w:rsidP="00AA1495"/>
    <w:p w14:paraId="049940DA" w14:textId="77777777" w:rsidR="00831E14" w:rsidRPr="00820486" w:rsidRDefault="00831E14" w:rsidP="00AA1495"/>
    <w:p w14:paraId="06598E6A" w14:textId="77777777" w:rsidR="00831E14" w:rsidRPr="00820486" w:rsidRDefault="00831E14" w:rsidP="00AA1495"/>
    <w:p w14:paraId="0AC60195" w14:textId="77777777" w:rsidR="00820486" w:rsidRPr="00820486" w:rsidRDefault="00820486" w:rsidP="00820486">
      <w:pPr>
        <w:pStyle w:val="Default"/>
        <w:rPr>
          <w:sz w:val="20"/>
          <w:szCs w:val="20"/>
          <w:u w:val="none"/>
          <w:lang w:val="nl-NL"/>
        </w:rPr>
      </w:pPr>
      <w:r w:rsidRPr="00820486">
        <w:rPr>
          <w:b/>
          <w:bCs/>
          <w:sz w:val="20"/>
          <w:szCs w:val="20"/>
          <w:u w:val="none"/>
          <w:lang w:val="nl-NL"/>
        </w:rPr>
        <w:t xml:space="preserve">Themaverhaal </w:t>
      </w:r>
    </w:p>
    <w:p w14:paraId="693756BE" w14:textId="77777777" w:rsidR="00820486" w:rsidRPr="00820486" w:rsidRDefault="00820486" w:rsidP="00820486">
      <w:pPr>
        <w:pStyle w:val="Default"/>
        <w:rPr>
          <w:sz w:val="20"/>
          <w:szCs w:val="20"/>
          <w:u w:val="none"/>
          <w:lang w:val="nl-NL"/>
        </w:rPr>
      </w:pPr>
      <w:proofErr w:type="spellStart"/>
      <w:r w:rsidRPr="00820486">
        <w:rPr>
          <w:sz w:val="20"/>
          <w:szCs w:val="20"/>
          <w:u w:val="none"/>
          <w:lang w:val="nl-NL"/>
        </w:rPr>
        <w:t>Mowgli</w:t>
      </w:r>
      <w:proofErr w:type="spellEnd"/>
      <w:r w:rsidRPr="00820486">
        <w:rPr>
          <w:sz w:val="20"/>
          <w:szCs w:val="20"/>
          <w:u w:val="none"/>
          <w:lang w:val="nl-NL"/>
        </w:rPr>
        <w:t xml:space="preserve"> en </w:t>
      </w:r>
      <w:proofErr w:type="spellStart"/>
      <w:r w:rsidRPr="00820486">
        <w:rPr>
          <w:sz w:val="20"/>
          <w:szCs w:val="20"/>
          <w:u w:val="none"/>
          <w:lang w:val="nl-NL"/>
        </w:rPr>
        <w:t>Shanti</w:t>
      </w:r>
      <w:proofErr w:type="spellEnd"/>
      <w:r w:rsidRPr="00820486">
        <w:rPr>
          <w:sz w:val="20"/>
          <w:szCs w:val="20"/>
          <w:u w:val="none"/>
          <w:lang w:val="nl-NL"/>
        </w:rPr>
        <w:t xml:space="preserve"> kijken eens goed rond in de Jungle en zien overal onderdelen liggen. “Wat een zooitje” zegt </w:t>
      </w:r>
      <w:proofErr w:type="spellStart"/>
      <w:r w:rsidRPr="00820486">
        <w:rPr>
          <w:sz w:val="20"/>
          <w:szCs w:val="20"/>
          <w:u w:val="none"/>
          <w:lang w:val="nl-NL"/>
        </w:rPr>
        <w:t>Shanti</w:t>
      </w:r>
      <w:proofErr w:type="spellEnd"/>
      <w:r w:rsidRPr="00820486">
        <w:rPr>
          <w:sz w:val="20"/>
          <w:szCs w:val="20"/>
          <w:u w:val="none"/>
          <w:lang w:val="nl-NL"/>
        </w:rPr>
        <w:t xml:space="preserve">, “Waarom ruimt men dat niet eens gewoon goed op?”. </w:t>
      </w:r>
      <w:proofErr w:type="spellStart"/>
      <w:r w:rsidRPr="00820486">
        <w:rPr>
          <w:sz w:val="20"/>
          <w:szCs w:val="20"/>
          <w:u w:val="none"/>
          <w:lang w:val="nl-NL"/>
        </w:rPr>
        <w:t>Mowgli</w:t>
      </w:r>
      <w:proofErr w:type="spellEnd"/>
      <w:r w:rsidRPr="00820486">
        <w:rPr>
          <w:sz w:val="20"/>
          <w:szCs w:val="20"/>
          <w:u w:val="none"/>
          <w:lang w:val="nl-NL"/>
        </w:rPr>
        <w:t xml:space="preserve"> kijkt verder dan alleen de rotzooi en zegt “Ja, maar... Wij zijn er nu toch? Wij kunnen het wel opruimen! Sterker nog, volgens mij kunnen we deze onderdelen ook gewoon hergebruiken! Kijk dit onderdeel ziet eruit alsof het hierin past”. Bij </w:t>
      </w:r>
      <w:proofErr w:type="spellStart"/>
      <w:r w:rsidRPr="00820486">
        <w:rPr>
          <w:sz w:val="20"/>
          <w:szCs w:val="20"/>
          <w:u w:val="none"/>
          <w:lang w:val="nl-NL"/>
        </w:rPr>
        <w:t>Shanti</w:t>
      </w:r>
      <w:proofErr w:type="spellEnd"/>
      <w:r w:rsidRPr="00820486">
        <w:rPr>
          <w:sz w:val="20"/>
          <w:szCs w:val="20"/>
          <w:u w:val="none"/>
          <w:lang w:val="nl-NL"/>
        </w:rPr>
        <w:t xml:space="preserve"> gaat ook ineens een lichtje branden: “Ja, goed idee! Misschien dat er wel genoeg zooi achter is gelaten dat wij er zelf weer wat werkends van kunnen maken! Snel, geef me dat onderdeel eens aan... En nu die daar… Het begint al ergens op te lijken!” </w:t>
      </w:r>
    </w:p>
    <w:p w14:paraId="7106C2F4" w14:textId="77777777" w:rsidR="00820486" w:rsidRPr="00820486" w:rsidRDefault="00820486" w:rsidP="00820486">
      <w:pPr>
        <w:pStyle w:val="Default"/>
        <w:rPr>
          <w:sz w:val="20"/>
          <w:szCs w:val="20"/>
          <w:u w:val="none"/>
          <w:lang w:val="nl-NL"/>
        </w:rPr>
      </w:pPr>
    </w:p>
    <w:p w14:paraId="0B0797E9" w14:textId="77777777" w:rsidR="00820486" w:rsidRPr="00820486" w:rsidRDefault="00820486" w:rsidP="00820486">
      <w:pPr>
        <w:pStyle w:val="Default"/>
        <w:rPr>
          <w:sz w:val="20"/>
          <w:szCs w:val="20"/>
          <w:u w:val="none"/>
          <w:lang w:val="nl-NL"/>
        </w:rPr>
      </w:pPr>
      <w:r w:rsidRPr="00820486">
        <w:rPr>
          <w:b/>
          <w:bCs/>
          <w:sz w:val="20"/>
          <w:szCs w:val="20"/>
          <w:u w:val="none"/>
          <w:lang w:val="nl-NL"/>
        </w:rPr>
        <w:t xml:space="preserve">Activiteit </w:t>
      </w:r>
    </w:p>
    <w:p w14:paraId="3D5B73CD" w14:textId="528E6667" w:rsidR="00820486" w:rsidRPr="00820486" w:rsidRDefault="00820486" w:rsidP="00820486">
      <w:pPr>
        <w:pStyle w:val="Default"/>
        <w:rPr>
          <w:sz w:val="20"/>
          <w:szCs w:val="20"/>
          <w:u w:val="none"/>
          <w:lang w:val="nl-NL"/>
        </w:rPr>
      </w:pPr>
      <w:r w:rsidRPr="00820486">
        <w:rPr>
          <w:sz w:val="20"/>
          <w:szCs w:val="20"/>
          <w:u w:val="none"/>
          <w:lang w:val="nl-NL"/>
        </w:rPr>
        <w:t xml:space="preserve">We gaan met de welpen een computer in elkaar zetten. Maar niet zomaar, nee, het wordt in estafette vorm gedaan. Deel je horde op in kleinere subgroepen (of gebruik je nesten als je die hebt). Ieder groepje begint achter een lijn en heeft een eigen (kleine) tafel. Een stuk verderop in het speelveld staat 1 algemene grote tafel waarop allerlei computeronderdelen liggen. </w:t>
      </w:r>
    </w:p>
    <w:p w14:paraId="3F40C422" w14:textId="77777777" w:rsidR="00820486" w:rsidRPr="00820486" w:rsidRDefault="00820486" w:rsidP="00820486">
      <w:pPr>
        <w:pStyle w:val="Default"/>
        <w:rPr>
          <w:sz w:val="20"/>
          <w:szCs w:val="20"/>
          <w:u w:val="none"/>
          <w:lang w:val="nl-NL"/>
        </w:rPr>
      </w:pPr>
    </w:p>
    <w:p w14:paraId="7876551D" w14:textId="77777777" w:rsidR="00820486" w:rsidRPr="00820486" w:rsidRDefault="00820486" w:rsidP="00820486">
      <w:pPr>
        <w:pStyle w:val="Default"/>
        <w:rPr>
          <w:sz w:val="20"/>
          <w:szCs w:val="20"/>
          <w:u w:val="none"/>
          <w:lang w:val="nl-NL"/>
        </w:rPr>
      </w:pPr>
      <w:r w:rsidRPr="00820486">
        <w:rPr>
          <w:sz w:val="20"/>
          <w:szCs w:val="20"/>
          <w:u w:val="none"/>
          <w:lang w:val="nl-NL"/>
        </w:rPr>
        <w:t xml:space="preserve">Laat van het groepje telkens 1 welp naar de centrale tafel heen en weer lopen. Van de centrale tafel mag hij dan 1 onderdeel pakken die de welpen denken dat ze nodig hebben. Vervolgens loopt deze welp met dat onderdeel weer terug naar diens tafel, waar de rest van de groep probeert van alle verzamelde onderdelen een computer te maken. Zorg dat je per tafel minimaal 1 staflid hebt die de welpen kan begeleiden om het goed in elkaar te zetten. </w:t>
      </w:r>
    </w:p>
    <w:p w14:paraId="505BFA8C" w14:textId="77777777" w:rsidR="00820486" w:rsidRPr="00820486" w:rsidRDefault="00820486" w:rsidP="00820486">
      <w:pPr>
        <w:pStyle w:val="Default"/>
        <w:rPr>
          <w:sz w:val="20"/>
          <w:szCs w:val="20"/>
          <w:u w:val="none"/>
          <w:lang w:val="nl-NL"/>
        </w:rPr>
      </w:pPr>
    </w:p>
    <w:p w14:paraId="6EAC2AF9" w14:textId="77777777" w:rsidR="00820486" w:rsidRPr="00820486" w:rsidRDefault="00820486" w:rsidP="00820486">
      <w:pPr>
        <w:pStyle w:val="Default"/>
        <w:rPr>
          <w:sz w:val="20"/>
          <w:szCs w:val="20"/>
          <w:u w:val="none"/>
          <w:lang w:val="nl-NL"/>
        </w:rPr>
      </w:pPr>
      <w:r w:rsidRPr="00820486">
        <w:rPr>
          <w:b/>
          <w:bCs/>
          <w:sz w:val="20"/>
          <w:szCs w:val="20"/>
          <w:u w:val="none"/>
          <w:lang w:val="nl-NL"/>
        </w:rPr>
        <w:t xml:space="preserve">Benodigdheden </w:t>
      </w:r>
    </w:p>
    <w:p w14:paraId="5DF992CF" w14:textId="77777777" w:rsidR="00820486" w:rsidRPr="00820486" w:rsidRDefault="00820486" w:rsidP="00820486">
      <w:pPr>
        <w:pStyle w:val="Default"/>
        <w:rPr>
          <w:sz w:val="20"/>
          <w:szCs w:val="20"/>
          <w:u w:val="none"/>
          <w:lang w:val="nl-NL"/>
        </w:rPr>
      </w:pPr>
      <w:r w:rsidRPr="00820486">
        <w:rPr>
          <w:sz w:val="20"/>
          <w:szCs w:val="20"/>
          <w:u w:val="none"/>
          <w:lang w:val="nl-NL"/>
        </w:rPr>
        <w:t xml:space="preserve">Per subgroep/nest dat je gebruikt moet je minimaal 1 oude computer hebben, welke je in losse onderdelen uit elkaar hebt gehaald en op de centrale tafel hebt gelegd. Vaak heb je op je groep nog wel oude </w:t>
      </w:r>
      <w:proofErr w:type="spellStart"/>
      <w:r w:rsidRPr="00820486">
        <w:rPr>
          <w:sz w:val="20"/>
          <w:szCs w:val="20"/>
          <w:u w:val="none"/>
          <w:lang w:val="nl-NL"/>
        </w:rPr>
        <w:t>PC’s</w:t>
      </w:r>
      <w:proofErr w:type="spellEnd"/>
      <w:r w:rsidRPr="00820486">
        <w:rPr>
          <w:sz w:val="20"/>
          <w:szCs w:val="20"/>
          <w:u w:val="none"/>
          <w:lang w:val="nl-NL"/>
        </w:rPr>
        <w:t xml:space="preserve"> liggen, maar je kan vaak ook oude computers voor bijna niets van Marktplaats halen, of je kan een bedrijf aanschrijven met de vraag om een donatie hier om. </w:t>
      </w:r>
    </w:p>
    <w:p w14:paraId="0187D4A5" w14:textId="77777777" w:rsidR="00820486" w:rsidRPr="00820486" w:rsidRDefault="00820486" w:rsidP="00820486">
      <w:pPr>
        <w:pStyle w:val="Default"/>
        <w:rPr>
          <w:sz w:val="20"/>
          <w:szCs w:val="20"/>
          <w:u w:val="none"/>
          <w:lang w:val="nl-NL"/>
        </w:rPr>
      </w:pPr>
    </w:p>
    <w:p w14:paraId="4A81EEE2" w14:textId="77777777" w:rsidR="00820486" w:rsidRPr="00820486" w:rsidRDefault="00820486" w:rsidP="00820486">
      <w:pPr>
        <w:pStyle w:val="Default"/>
        <w:rPr>
          <w:sz w:val="20"/>
          <w:szCs w:val="20"/>
          <w:u w:val="none"/>
          <w:lang w:val="nl-NL"/>
        </w:rPr>
      </w:pPr>
      <w:r w:rsidRPr="00820486">
        <w:rPr>
          <w:b/>
          <w:bCs/>
          <w:sz w:val="20"/>
          <w:szCs w:val="20"/>
          <w:u w:val="none"/>
          <w:lang w:val="nl-NL"/>
        </w:rPr>
        <w:t xml:space="preserve">Activiteitgebieden </w:t>
      </w:r>
    </w:p>
    <w:p w14:paraId="1DD560F8" w14:textId="77777777" w:rsidR="00820486" w:rsidRPr="00820486" w:rsidRDefault="00820486" w:rsidP="00820486">
      <w:pPr>
        <w:pStyle w:val="Default"/>
        <w:numPr>
          <w:ilvl w:val="0"/>
          <w:numId w:val="2"/>
        </w:numPr>
        <w:spacing w:after="56"/>
        <w:rPr>
          <w:sz w:val="20"/>
          <w:szCs w:val="20"/>
          <w:u w:val="none"/>
          <w:lang w:val="nl-NL"/>
        </w:rPr>
      </w:pPr>
      <w:r w:rsidRPr="00820486">
        <w:rPr>
          <w:sz w:val="20"/>
          <w:szCs w:val="20"/>
          <w:u w:val="none"/>
          <w:lang w:val="nl-NL"/>
        </w:rPr>
        <w:t xml:space="preserve">Sport en Spel </w:t>
      </w:r>
    </w:p>
    <w:p w14:paraId="68CB2B32" w14:textId="3F32E058" w:rsidR="00820486" w:rsidRPr="00820486" w:rsidRDefault="00820486" w:rsidP="00820486">
      <w:pPr>
        <w:pStyle w:val="Default"/>
        <w:numPr>
          <w:ilvl w:val="0"/>
          <w:numId w:val="2"/>
        </w:numPr>
        <w:spacing w:after="56"/>
        <w:rPr>
          <w:sz w:val="20"/>
          <w:szCs w:val="20"/>
          <w:u w:val="none"/>
          <w:lang w:val="nl-NL"/>
        </w:rPr>
      </w:pPr>
      <w:r w:rsidRPr="00820486">
        <w:rPr>
          <w:sz w:val="20"/>
          <w:szCs w:val="20"/>
          <w:u w:val="none"/>
          <w:lang w:val="nl-NL"/>
        </w:rPr>
        <w:t xml:space="preserve">Uitdagende Scoutingtechnieken </w:t>
      </w:r>
    </w:p>
    <w:p w14:paraId="554508AF" w14:textId="77777777" w:rsidR="00820486" w:rsidRPr="00820486" w:rsidRDefault="00820486" w:rsidP="00820486">
      <w:pPr>
        <w:pStyle w:val="Default"/>
        <w:rPr>
          <w:sz w:val="20"/>
          <w:szCs w:val="20"/>
          <w:u w:val="none"/>
          <w:lang w:val="nl-NL"/>
        </w:rPr>
      </w:pPr>
    </w:p>
    <w:p w14:paraId="546B1483" w14:textId="77777777" w:rsidR="00820486" w:rsidRPr="00820486" w:rsidRDefault="00820486" w:rsidP="00820486">
      <w:pPr>
        <w:pStyle w:val="Default"/>
        <w:rPr>
          <w:sz w:val="20"/>
          <w:szCs w:val="20"/>
          <w:u w:val="none"/>
          <w:lang w:val="nl-NL"/>
        </w:rPr>
      </w:pPr>
      <w:r w:rsidRPr="00820486">
        <w:rPr>
          <w:b/>
          <w:bCs/>
          <w:sz w:val="20"/>
          <w:szCs w:val="20"/>
          <w:u w:val="none"/>
          <w:lang w:val="nl-NL"/>
        </w:rPr>
        <w:t xml:space="preserve">Extra informatie </w:t>
      </w:r>
    </w:p>
    <w:p w14:paraId="2AFED7DB" w14:textId="77777777" w:rsidR="00820486" w:rsidRPr="00820486" w:rsidRDefault="00820486" w:rsidP="00820486">
      <w:pPr>
        <w:pStyle w:val="Default"/>
        <w:rPr>
          <w:sz w:val="20"/>
          <w:szCs w:val="20"/>
          <w:u w:val="none"/>
          <w:lang w:val="nl-NL"/>
        </w:rPr>
      </w:pPr>
      <w:r w:rsidRPr="00820486">
        <w:rPr>
          <w:sz w:val="20"/>
          <w:szCs w:val="20"/>
          <w:u w:val="none"/>
          <w:lang w:val="nl-NL"/>
        </w:rPr>
        <w:t xml:space="preserve">Je kan dit spel al snel makkelijker of moeilijker maken afhankelijk van in hoeverre je de computer uit elkaar haalt. Moeten ze bijvoorbeeld alle schroefjes 1 voor 1 ook ophalen van de tafel, liggen die als 1 zakje klaar op de centrale tafel, of krijgen ze die van een staflid als ze een onderdeel hebben verzameld? Haal je de processor en het geheugen al uit het moederbord, of laat je die als 1 kant en klare kit in elkaar? </w:t>
      </w:r>
    </w:p>
    <w:p w14:paraId="797EA44D" w14:textId="77777777" w:rsidR="00820486" w:rsidRPr="00820486" w:rsidRDefault="00820486" w:rsidP="00820486">
      <w:pPr>
        <w:pStyle w:val="Default"/>
        <w:rPr>
          <w:sz w:val="20"/>
          <w:szCs w:val="20"/>
          <w:u w:val="none"/>
          <w:lang w:val="nl-NL"/>
        </w:rPr>
      </w:pPr>
    </w:p>
    <w:p w14:paraId="0DABC67A" w14:textId="77777777" w:rsidR="00820486" w:rsidRPr="00820486" w:rsidRDefault="00820486" w:rsidP="00820486">
      <w:pPr>
        <w:pStyle w:val="Default"/>
        <w:rPr>
          <w:sz w:val="20"/>
          <w:szCs w:val="20"/>
          <w:u w:val="none"/>
          <w:lang w:val="nl-NL"/>
        </w:rPr>
      </w:pPr>
      <w:r w:rsidRPr="00820486">
        <w:rPr>
          <w:sz w:val="20"/>
          <w:szCs w:val="20"/>
          <w:u w:val="none"/>
          <w:lang w:val="nl-NL"/>
        </w:rPr>
        <w:t xml:space="preserve">Verder is het aan te raden om foto’s te maken van hoe het eindproduct er uit ziet. Daarna haal je er een onderdeel uit, maak je weer een foto, dan weer een onderdeel, etc. Op die manier heb je een omgekeerde fotoreeks van hoe het ook weer in elkaar moet. </w:t>
      </w:r>
    </w:p>
    <w:p w14:paraId="545EB427" w14:textId="77777777" w:rsidR="00820486" w:rsidRPr="00820486" w:rsidRDefault="00820486" w:rsidP="00820486">
      <w:pPr>
        <w:pStyle w:val="Default"/>
        <w:rPr>
          <w:sz w:val="20"/>
          <w:szCs w:val="20"/>
          <w:u w:val="none"/>
          <w:lang w:val="nl-NL"/>
        </w:rPr>
      </w:pPr>
    </w:p>
    <w:p w14:paraId="0B7F7E0D" w14:textId="1C55265A" w:rsidR="00AA1495" w:rsidRPr="00D9706E" w:rsidRDefault="00820486" w:rsidP="00D9706E">
      <w:pPr>
        <w:pStyle w:val="NoSpacing"/>
      </w:pPr>
      <w:r w:rsidRPr="00820486">
        <w:rPr>
          <w:sz w:val="20"/>
          <w:szCs w:val="20"/>
        </w:rPr>
        <w:t>Ook is het mogelijk dat je een “inventarislijst” maakt. Op deze lijst staan foto’s, namen, en waar de onderdelen voor dienen. Hier kan je natuurlijk veel hints bij geven hoe alles in elkaar steekt.</w:t>
      </w:r>
    </w:p>
    <w:sectPr w:rsidR="00AA1495" w:rsidRPr="00D9706E" w:rsidSect="0006730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119443" w14:textId="77777777" w:rsidR="00607535" w:rsidRDefault="00607535" w:rsidP="00AA1495">
      <w:pPr>
        <w:spacing w:line="240" w:lineRule="auto"/>
      </w:pPr>
      <w:r>
        <w:separator/>
      </w:r>
    </w:p>
  </w:endnote>
  <w:endnote w:type="continuationSeparator" w:id="0">
    <w:p w14:paraId="2DD58659" w14:textId="77777777" w:rsidR="00607535" w:rsidRDefault="00607535"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B425" w14:textId="77777777" w:rsidR="00040C94" w:rsidRDefault="00040C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BFF204" w14:textId="77777777" w:rsidR="00607535" w:rsidRDefault="00607535" w:rsidP="00AA1495">
      <w:pPr>
        <w:spacing w:line="240" w:lineRule="auto"/>
      </w:pPr>
      <w:r>
        <w:separator/>
      </w:r>
    </w:p>
  </w:footnote>
  <w:footnote w:type="continuationSeparator" w:id="0">
    <w:p w14:paraId="74A8B7BB" w14:textId="77777777" w:rsidR="00607535" w:rsidRDefault="00607535"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84C09" w14:textId="77777777" w:rsidR="00040C94" w:rsidRDefault="00040C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759AE2D0"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0C94">
      <w:rPr>
        <w:color w:val="FFFFFF" w:themeColor="background1"/>
      </w:rPr>
      <w:t>2024</w:t>
    </w:r>
  </w:p>
  <w:p w14:paraId="6D2E3346" w14:textId="483C7406" w:rsidR="00831E14" w:rsidRPr="008B23FF" w:rsidRDefault="00040C94" w:rsidP="00831E14">
    <w:pPr>
      <w:pStyle w:val="Title"/>
      <w:rPr>
        <w:color w:val="FFFFFF" w:themeColor="background1"/>
      </w:rPr>
    </w:pPr>
    <w:r>
      <w:rPr>
        <w:color w:val="FFFFFF" w:themeColor="background1"/>
      </w:rPr>
      <w:t>Computer race</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452F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62172B8"/>
    <w:multiLevelType w:val="hybridMultilevel"/>
    <w:tmpl w:val="8F24E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3447883">
    <w:abstractNumId w:val="0"/>
  </w:num>
  <w:num w:numId="2" w16cid:durableId="502716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0C94"/>
    <w:rsid w:val="00067304"/>
    <w:rsid w:val="001068AA"/>
    <w:rsid w:val="001507E6"/>
    <w:rsid w:val="001B594A"/>
    <w:rsid w:val="00302AD2"/>
    <w:rsid w:val="00381B79"/>
    <w:rsid w:val="00440466"/>
    <w:rsid w:val="004F1D93"/>
    <w:rsid w:val="005153E6"/>
    <w:rsid w:val="005837D4"/>
    <w:rsid w:val="005E31B0"/>
    <w:rsid w:val="00607535"/>
    <w:rsid w:val="00656311"/>
    <w:rsid w:val="00790541"/>
    <w:rsid w:val="00820486"/>
    <w:rsid w:val="00831E14"/>
    <w:rsid w:val="00835635"/>
    <w:rsid w:val="008B23FF"/>
    <w:rsid w:val="008D301C"/>
    <w:rsid w:val="009839E5"/>
    <w:rsid w:val="009B1B2C"/>
    <w:rsid w:val="00A15E9C"/>
    <w:rsid w:val="00AA1495"/>
    <w:rsid w:val="00BB3528"/>
    <w:rsid w:val="00CC37B9"/>
    <w:rsid w:val="00D9706E"/>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20486"/>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2</TotalTime>
  <Pages>1</Pages>
  <Words>428</Words>
  <Characters>2440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2025-09-03T10:37:00Z</dcterms:modified>
</cp:coreProperties>
</file>